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brandbeveiligingsset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>1 gedeelte van de set is voor montage in de toezichtsopening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1DB66EE1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brandbeveiligingsset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8256D3">
        <w:rPr>
          <w:rFonts w:ascii="Arial" w:hAnsi="Arial"/>
        </w:rPr>
        <w:t>4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599808B2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</w:t>
      </w:r>
      <w:r w:rsidR="00AF13B8">
        <w:rPr>
          <w:rFonts w:ascii="Arial" w:hAnsi="Arial"/>
        </w:rPr>
        <w:t>9</w:t>
      </w:r>
      <w:r>
        <w:rPr>
          <w:rFonts w:ascii="Arial" w:hAnsi="Arial"/>
        </w:rPr>
        <w:t>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538D4931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E3DB583" wp14:editId="50696530">
                  <wp:extent cx="18618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4FE67AF9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87028" wp14:editId="56C3963B">
                  <wp:extent cx="181292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887D63E" w:rsidR="00C42BFF" w:rsidRDefault="00AF13B8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331072" wp14:editId="01CE6C05">
                  <wp:extent cx="648733" cy="1517875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82" cy="157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8D7EB" w14:textId="77777777" w:rsidR="004F190E" w:rsidRDefault="004F190E">
      <w:r>
        <w:separator/>
      </w:r>
    </w:p>
  </w:endnote>
  <w:endnote w:type="continuationSeparator" w:id="0">
    <w:p w14:paraId="3018079A" w14:textId="77777777" w:rsidR="004F190E" w:rsidRDefault="004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045B2" w14:textId="77777777" w:rsidR="004F190E" w:rsidRDefault="004F190E">
      <w:r>
        <w:separator/>
      </w:r>
    </w:p>
  </w:footnote>
  <w:footnote w:type="continuationSeparator" w:id="0">
    <w:p w14:paraId="3FC8D818" w14:textId="77777777" w:rsidR="004F190E" w:rsidRDefault="004F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r>
      <w:rPr>
        <w:rFonts w:ascii="Arial" w:hAnsi="Arial"/>
        <w:b/>
      </w:rPr>
      <w:t xml:space="preserve">Brandbeveiligingsset voor </w:t>
    </w:r>
    <w:r w:rsidR="00A86C4C"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3EC57583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</w:t>
    </w:r>
    <w:r w:rsidR="00AF13B8">
      <w:rPr>
        <w:rFonts w:ascii="Arial" w:hAnsi="Arial"/>
        <w:b/>
      </w:rPr>
      <w:t>9</w:t>
    </w:r>
    <w:r>
      <w:rPr>
        <w:rFonts w:ascii="Arial" w:hAnsi="Arial"/>
        <w:b/>
      </w:rPr>
      <w:t>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 w:rsidR="007D16F6">
      <w:rPr>
        <w:rFonts w:ascii="Arial" w:hAnsi="Arial"/>
        <w:b/>
      </w:rPr>
      <w:t>8</w:t>
    </w:r>
    <w:r w:rsidR="00AF13B8">
      <w:rPr>
        <w:rFonts w:ascii="Arial" w:hAnsi="Arial"/>
        <w:b/>
      </w:rPr>
      <w:t>63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5C49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90E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56D3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13B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A081D76-BB4B-4F88-905F-BA75631EF830}"/>
</file>

<file path=customXml/itemProps2.xml><?xml version="1.0" encoding="utf-8"?>
<ds:datastoreItem xmlns:ds="http://schemas.openxmlformats.org/officeDocument/2006/customXml" ds:itemID="{2DD9DDF9-D8DD-48A5-95D6-F8F3526AE072}"/>
</file>

<file path=customXml/itemProps3.xml><?xml version="1.0" encoding="utf-8"?>
<ds:datastoreItem xmlns:ds="http://schemas.openxmlformats.org/officeDocument/2006/customXml" ds:itemID="{4C50DDED-0196-4CE9-BF82-11AD76C7C5B7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2021-04-30T15:44:00Z</dcterms:created>
  <dcterms:modified xsi:type="dcterms:W3CDTF">2021-04-30T15:46:00Z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